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F6" w:rsidRPr="00BF1CDA" w:rsidRDefault="002134F6">
      <w:pPr>
        <w:rPr>
          <w:u w:val="single"/>
        </w:rPr>
      </w:pPr>
      <w:r w:rsidRPr="00BF1CDA">
        <w:rPr>
          <w:u w:val="single"/>
        </w:rPr>
        <w:t>Chapter 1 – Discussion points</w:t>
      </w:r>
    </w:p>
    <w:p w:rsidR="002134F6" w:rsidRDefault="002134F6" w:rsidP="00BF1CDA">
      <w:pPr>
        <w:pStyle w:val="ListParagraph"/>
        <w:numPr>
          <w:ilvl w:val="0"/>
          <w:numId w:val="1"/>
        </w:numPr>
      </w:pPr>
      <w:r>
        <w:t>Tragedy of the Commons (Garrett Hardin) – pg 5-6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Leave out candy…it’s no ones (do they take it all?  Leave some for other periods? Etc)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Resources open to unregulated exploitation will eventually be depleted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Lobster Fishing Analogy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How best regulate?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Solutions?  Which best?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Private ownership?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Government regulation?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People sharing common enforce it’s responsible use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Others</w:t>
      </w:r>
    </w:p>
    <w:p w:rsidR="002134F6" w:rsidRDefault="002134F6" w:rsidP="00BF1CDA">
      <w:pPr>
        <w:pStyle w:val="ListParagraph"/>
        <w:numPr>
          <w:ilvl w:val="1"/>
          <w:numId w:val="1"/>
        </w:numPr>
      </w:pPr>
    </w:p>
    <w:p w:rsidR="002134F6" w:rsidRDefault="002134F6" w:rsidP="00BF1CDA">
      <w:pPr>
        <w:pStyle w:val="ListParagraph"/>
        <w:numPr>
          <w:ilvl w:val="0"/>
          <w:numId w:val="1"/>
        </w:numPr>
      </w:pPr>
      <w:r>
        <w:t>Thomas Malthus p5 – British economist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 xml:space="preserve">Observed industrial revolution in </w:t>
      </w:r>
      <w:smartTag w:uri="urn:schemas-microsoft-com:office:smarttags" w:element="place">
        <w:r>
          <w:t>Europe</w:t>
        </w:r>
      </w:smartTag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Stated need for regulation of population growth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If not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Starvation, war, disease, conflict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Has this happened?  Will it?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smartTag w:uri="urn:schemas-microsoft-com:office:smarttags" w:element="place">
        <w:r>
          <w:t>Africa</w:t>
        </w:r>
      </w:smartTag>
      <w:r>
        <w:t xml:space="preserve"> – HIV, deforestation, overuse of land = not able to farm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Why not as bad as Malthus thought?  (Also Paul and Anne Ehrlich’s (1968 book “The Population Bomb”) prediction of famine and conflict)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People had less kids as they became affluent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Technology</w:t>
      </w:r>
    </w:p>
    <w:p w:rsidR="002134F6" w:rsidRDefault="002134F6" w:rsidP="00BF1CDA">
      <w:pPr>
        <w:pStyle w:val="ListParagraph"/>
        <w:numPr>
          <w:ilvl w:val="0"/>
          <w:numId w:val="1"/>
        </w:numPr>
      </w:pPr>
      <w:r>
        <w:t>Ecological Footprint p 6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What is it?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Use of land, water, production of wastes = impacts of our lifestyle on environment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Overshoot – how much beyond we go past the planets ability to support us</w:t>
      </w:r>
    </w:p>
    <w:p w:rsidR="002134F6" w:rsidRDefault="002134F6" w:rsidP="00BF1CDA">
      <w:pPr>
        <w:pStyle w:val="ListParagraph"/>
        <w:numPr>
          <w:ilvl w:val="2"/>
          <w:numId w:val="1"/>
        </w:numPr>
      </w:pPr>
      <w:r>
        <w:t>Calculated we are depleting resources 30% faster than they can be replenished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Is it real?  Do we really see this?</w:t>
      </w:r>
    </w:p>
    <w:p w:rsidR="002134F6" w:rsidRDefault="002134F6" w:rsidP="002C2E06">
      <w:pPr>
        <w:pStyle w:val="ListParagraph"/>
        <w:numPr>
          <w:ilvl w:val="2"/>
          <w:numId w:val="1"/>
        </w:numPr>
      </w:pPr>
      <w:r>
        <w:t>Will it lead to Malthus’ and Ehrlich’s predictions?</w:t>
      </w:r>
    </w:p>
    <w:p w:rsidR="002134F6" w:rsidRDefault="002134F6" w:rsidP="002C2E06">
      <w:pPr>
        <w:pStyle w:val="ListParagraph"/>
        <w:numPr>
          <w:ilvl w:val="2"/>
          <w:numId w:val="1"/>
        </w:numPr>
      </w:pPr>
      <w:smartTag w:uri="urn:schemas-microsoft-com:office:smarttags" w:element="Street">
        <w:r>
          <w:t>Easter Island</w:t>
        </w:r>
      </w:smartTag>
      <w:r>
        <w:t xml:space="preserve"> p 8</w:t>
      </w:r>
    </w:p>
    <w:p w:rsidR="002134F6" w:rsidRDefault="002134F6" w:rsidP="002C2E06">
      <w:pPr>
        <w:pStyle w:val="ListParagraph"/>
        <w:numPr>
          <w:ilvl w:val="3"/>
          <w:numId w:val="1"/>
        </w:numPr>
      </w:pPr>
      <w:r>
        <w:t>Is this the only example?</w:t>
      </w:r>
    </w:p>
    <w:p w:rsidR="002134F6" w:rsidRDefault="002134F6" w:rsidP="002C2E06">
      <w:pPr>
        <w:pStyle w:val="ListParagraph"/>
        <w:numPr>
          <w:ilvl w:val="3"/>
          <w:numId w:val="1"/>
        </w:numPr>
      </w:pPr>
      <w:r>
        <w:t>Mayan and other examples of civilizations that did not sustainably use the environment.</w:t>
      </w:r>
    </w:p>
    <w:p w:rsidR="002134F6" w:rsidRDefault="002134F6" w:rsidP="00BF1CDA">
      <w:pPr>
        <w:pStyle w:val="ListParagraph"/>
        <w:numPr>
          <w:ilvl w:val="1"/>
          <w:numId w:val="1"/>
        </w:numPr>
      </w:pPr>
      <w:r>
        <w:t>Wealthy nations vs developing nations</w:t>
      </w:r>
    </w:p>
    <w:p w:rsidR="002134F6" w:rsidRDefault="002134F6" w:rsidP="002C2E06">
      <w:pPr>
        <w:pStyle w:val="ListParagraph"/>
        <w:numPr>
          <w:ilvl w:val="2"/>
          <w:numId w:val="1"/>
        </w:numPr>
      </w:pPr>
      <w:r>
        <w:t>Is it fair to have such a different “footprint” or use of resources?</w:t>
      </w:r>
    </w:p>
    <w:p w:rsidR="002134F6" w:rsidRDefault="002134F6" w:rsidP="00BF1CDA">
      <w:pPr>
        <w:pStyle w:val="ListParagraph"/>
        <w:numPr>
          <w:ilvl w:val="0"/>
          <w:numId w:val="1"/>
        </w:numPr>
      </w:pPr>
      <w:r>
        <w:t>Sustainable Development</w:t>
      </w:r>
    </w:p>
    <w:p w:rsidR="002134F6" w:rsidRDefault="002134F6" w:rsidP="009E172C">
      <w:pPr>
        <w:pStyle w:val="ListParagraph"/>
        <w:numPr>
          <w:ilvl w:val="1"/>
          <w:numId w:val="1"/>
        </w:numPr>
      </w:pPr>
      <w:r>
        <w:t>What needs do we need to meet?</w:t>
      </w:r>
    </w:p>
    <w:p w:rsidR="002134F6" w:rsidRDefault="002134F6" w:rsidP="009E172C">
      <w:pPr>
        <w:pStyle w:val="ListParagraph"/>
        <w:numPr>
          <w:ilvl w:val="2"/>
          <w:numId w:val="1"/>
        </w:numPr>
      </w:pPr>
      <w:r>
        <w:t>Environmental, economic and social needs = Triple Bottom Line</w:t>
      </w:r>
    </w:p>
    <w:p w:rsidR="002134F6" w:rsidRDefault="002134F6" w:rsidP="00BF1CDA">
      <w:pPr>
        <w:pStyle w:val="ListParagraph"/>
        <w:numPr>
          <w:ilvl w:val="0"/>
          <w:numId w:val="1"/>
        </w:numPr>
      </w:pPr>
      <w:r>
        <w:t>Will things get better or worse?  P29</w:t>
      </w:r>
    </w:p>
    <w:p w:rsidR="002134F6" w:rsidRDefault="002134F6" w:rsidP="009E172C">
      <w:pPr>
        <w:pStyle w:val="ListParagraph"/>
        <w:numPr>
          <w:ilvl w:val="1"/>
          <w:numId w:val="1"/>
        </w:numPr>
      </w:pPr>
      <w:r>
        <w:t>Cornucopian view – ingenuity will answer all problems</w:t>
      </w:r>
    </w:p>
    <w:p w:rsidR="002134F6" w:rsidRDefault="002134F6" w:rsidP="009E172C">
      <w:pPr>
        <w:pStyle w:val="ListParagraph"/>
        <w:numPr>
          <w:ilvl w:val="1"/>
          <w:numId w:val="1"/>
        </w:numPr>
      </w:pPr>
      <w:r>
        <w:t>Cassandras – doom and gloom predictions</w:t>
      </w:r>
    </w:p>
    <w:p w:rsidR="002134F6" w:rsidRDefault="002134F6" w:rsidP="00BF1CDA">
      <w:pPr>
        <w:pStyle w:val="ListParagraph"/>
        <w:numPr>
          <w:ilvl w:val="0"/>
          <w:numId w:val="1"/>
        </w:numPr>
      </w:pPr>
      <w:r>
        <w:t>Environmental science vs environmentalism</w:t>
      </w:r>
    </w:p>
    <w:p w:rsidR="002134F6" w:rsidRDefault="002134F6"/>
    <w:p w:rsidR="002134F6" w:rsidRDefault="002134F6"/>
    <w:p w:rsidR="002134F6" w:rsidRPr="009E172C" w:rsidRDefault="002134F6">
      <w:pPr>
        <w:rPr>
          <w:u w:val="single"/>
        </w:rPr>
      </w:pPr>
      <w:r w:rsidRPr="009E172C">
        <w:rPr>
          <w:u w:val="single"/>
        </w:rPr>
        <w:t>Chapter 2 – Discussion Points</w:t>
      </w:r>
    </w:p>
    <w:p w:rsidR="002134F6" w:rsidRDefault="002134F6" w:rsidP="004A640F">
      <w:pPr>
        <w:pStyle w:val="ListParagraph"/>
        <w:numPr>
          <w:ilvl w:val="0"/>
          <w:numId w:val="2"/>
        </w:numPr>
      </w:pPr>
      <w:r>
        <w:t>Environmental ethics p29</w:t>
      </w:r>
    </w:p>
    <w:p w:rsidR="002134F6" w:rsidRDefault="002134F6" w:rsidP="002C2E06">
      <w:pPr>
        <w:pStyle w:val="ListParagraph"/>
        <w:numPr>
          <w:ilvl w:val="1"/>
          <w:numId w:val="2"/>
        </w:numPr>
      </w:pPr>
      <w:r>
        <w:t>What are ethics? – write it down - good vs. bad, virtue, morality?</w:t>
      </w:r>
    </w:p>
    <w:p w:rsidR="002134F6" w:rsidRDefault="002134F6" w:rsidP="002C2E06">
      <w:pPr>
        <w:pStyle w:val="ListParagraph"/>
        <w:numPr>
          <w:ilvl w:val="1"/>
          <w:numId w:val="2"/>
        </w:numPr>
      </w:pPr>
      <w:r>
        <w:t>How do ethics develop? (do they change over time???)</w:t>
      </w:r>
    </w:p>
    <w:p w:rsidR="002134F6" w:rsidRDefault="002134F6" w:rsidP="002C2E06">
      <w:pPr>
        <w:pStyle w:val="ListParagraph"/>
        <w:numPr>
          <w:ilvl w:val="2"/>
          <w:numId w:val="2"/>
        </w:numPr>
      </w:pPr>
      <w:r>
        <w:t>Why was it ok to enslave humans (up until 1863) but now people worry about lab animals?</w:t>
      </w:r>
    </w:p>
    <w:p w:rsidR="002134F6" w:rsidRDefault="002134F6" w:rsidP="002C2E06">
      <w:pPr>
        <w:pStyle w:val="ListParagraph"/>
        <w:numPr>
          <w:ilvl w:val="2"/>
          <w:numId w:val="2"/>
        </w:numPr>
      </w:pPr>
      <w:r>
        <w:t>More prosperity = more time to think about morals?</w:t>
      </w:r>
    </w:p>
    <w:p w:rsidR="002134F6" w:rsidRDefault="002134F6" w:rsidP="002C2E06">
      <w:pPr>
        <w:pStyle w:val="ListParagraph"/>
        <w:numPr>
          <w:ilvl w:val="2"/>
          <w:numId w:val="2"/>
        </w:numPr>
      </w:pPr>
      <w:r>
        <w:t>Anything else?  (What we know from science?)</w:t>
      </w:r>
    </w:p>
    <w:p w:rsidR="002134F6" w:rsidRDefault="002134F6" w:rsidP="002C2E06">
      <w:pPr>
        <w:pStyle w:val="ListParagraph"/>
        <w:numPr>
          <w:ilvl w:val="1"/>
          <w:numId w:val="2"/>
        </w:numPr>
      </w:pPr>
      <w:r>
        <w:t>Environmental ethics</w:t>
      </w:r>
    </w:p>
    <w:p w:rsidR="002134F6" w:rsidRDefault="002134F6" w:rsidP="00B84D7E">
      <w:pPr>
        <w:pStyle w:val="ListParagraph"/>
        <w:numPr>
          <w:ilvl w:val="2"/>
          <w:numId w:val="2"/>
        </w:numPr>
      </w:pPr>
      <w:r>
        <w:t>Conserve environment for future generations?</w:t>
      </w:r>
    </w:p>
    <w:p w:rsidR="002134F6" w:rsidRDefault="002134F6" w:rsidP="00B84D7E">
      <w:pPr>
        <w:pStyle w:val="ListParagraph"/>
        <w:numPr>
          <w:ilvl w:val="2"/>
          <w:numId w:val="2"/>
        </w:numPr>
      </w:pPr>
      <w:r>
        <w:t>Conserve species (endangered species) or create jobs?</w:t>
      </w:r>
    </w:p>
    <w:p w:rsidR="002134F6" w:rsidRDefault="002134F6" w:rsidP="002C2E06">
      <w:pPr>
        <w:pStyle w:val="ListParagraph"/>
        <w:numPr>
          <w:ilvl w:val="1"/>
          <w:numId w:val="2"/>
        </w:numPr>
      </w:pPr>
      <w:r>
        <w:t>Anthropocentrism</w:t>
      </w:r>
    </w:p>
    <w:p w:rsidR="002134F6" w:rsidRDefault="002134F6" w:rsidP="009E172C">
      <w:pPr>
        <w:pStyle w:val="ListParagraph"/>
        <w:numPr>
          <w:ilvl w:val="2"/>
          <w:numId w:val="2"/>
        </w:numPr>
      </w:pPr>
      <w:r>
        <w:t>Humans and their well-being – protect environment only if it adds aesthetic value</w:t>
      </w:r>
    </w:p>
    <w:p w:rsidR="002134F6" w:rsidRDefault="002134F6" w:rsidP="009E172C">
      <w:pPr>
        <w:pStyle w:val="ListParagraph"/>
        <w:numPr>
          <w:ilvl w:val="2"/>
          <w:numId w:val="2"/>
        </w:numPr>
      </w:pPr>
      <w:r>
        <w:t>Nonhumans have no rights</w:t>
      </w:r>
    </w:p>
    <w:p w:rsidR="002134F6" w:rsidRDefault="002134F6" w:rsidP="002C2E06">
      <w:pPr>
        <w:pStyle w:val="ListParagraph"/>
        <w:numPr>
          <w:ilvl w:val="1"/>
          <w:numId w:val="2"/>
        </w:numPr>
      </w:pPr>
      <w:r>
        <w:t>Biocentrism</w:t>
      </w:r>
    </w:p>
    <w:p w:rsidR="002134F6" w:rsidRDefault="002134F6" w:rsidP="009E172C">
      <w:pPr>
        <w:pStyle w:val="ListParagraph"/>
        <w:numPr>
          <w:ilvl w:val="2"/>
          <w:numId w:val="2"/>
        </w:numPr>
      </w:pPr>
      <w:r>
        <w:t>Give value to living things, nonhuman if has an ethical standing</w:t>
      </w:r>
    </w:p>
    <w:p w:rsidR="002134F6" w:rsidRDefault="002134F6" w:rsidP="009E172C">
      <w:pPr>
        <w:pStyle w:val="ListParagraph"/>
        <w:numPr>
          <w:ilvl w:val="2"/>
          <w:numId w:val="2"/>
        </w:numPr>
      </w:pPr>
      <w:r>
        <w:t>Would think how something affects humans and other organisms?</w:t>
      </w:r>
    </w:p>
    <w:p w:rsidR="002134F6" w:rsidRDefault="002134F6" w:rsidP="009E172C">
      <w:pPr>
        <w:pStyle w:val="ListParagraph"/>
        <w:numPr>
          <w:ilvl w:val="2"/>
          <w:numId w:val="2"/>
        </w:numPr>
      </w:pPr>
      <w:r>
        <w:t>Do some organisms have more “rights” than others?</w:t>
      </w:r>
    </w:p>
    <w:p w:rsidR="002134F6" w:rsidRDefault="002134F6" w:rsidP="002C2E06">
      <w:pPr>
        <w:pStyle w:val="ListParagraph"/>
        <w:numPr>
          <w:ilvl w:val="1"/>
          <w:numId w:val="2"/>
        </w:numPr>
      </w:pPr>
      <w:r>
        <w:t>Ecocentric</w:t>
      </w:r>
    </w:p>
    <w:p w:rsidR="002134F6" w:rsidRDefault="002134F6" w:rsidP="009E172C">
      <w:pPr>
        <w:pStyle w:val="ListParagraph"/>
        <w:numPr>
          <w:ilvl w:val="2"/>
          <w:numId w:val="2"/>
        </w:numPr>
      </w:pPr>
      <w:r>
        <w:t>Actions judged on benefit/harm to whole ecological system (living and non-living)</w:t>
      </w:r>
    </w:p>
    <w:p w:rsidR="002134F6" w:rsidRDefault="002134F6" w:rsidP="009E172C">
      <w:pPr>
        <w:pStyle w:val="ListParagraph"/>
        <w:numPr>
          <w:ilvl w:val="1"/>
          <w:numId w:val="2"/>
        </w:numPr>
      </w:pPr>
      <w:r>
        <w:t>Where do you fall?</w:t>
      </w:r>
    </w:p>
    <w:p w:rsidR="002134F6" w:rsidRDefault="002134F6" w:rsidP="00F86D34">
      <w:pPr>
        <w:pStyle w:val="ListParagraph"/>
      </w:pPr>
    </w:p>
    <w:p w:rsidR="002134F6" w:rsidRDefault="002134F6" w:rsidP="002C2E06">
      <w:pPr>
        <w:pStyle w:val="ListParagraph"/>
        <w:numPr>
          <w:ilvl w:val="0"/>
          <w:numId w:val="2"/>
        </w:numPr>
      </w:pPr>
      <w:r>
        <w:t>Environmental Philosophers</w:t>
      </w:r>
    </w:p>
    <w:p w:rsidR="002134F6" w:rsidRDefault="002134F6" w:rsidP="009E172C">
      <w:pPr>
        <w:pStyle w:val="ListParagraph"/>
        <w:numPr>
          <w:ilvl w:val="1"/>
          <w:numId w:val="2"/>
        </w:numPr>
      </w:pPr>
      <w:r>
        <w:t>During industrial revolution these guys stopped and looked at what we were doing</w:t>
      </w:r>
    </w:p>
    <w:p w:rsidR="002134F6" w:rsidRDefault="002134F6" w:rsidP="009E172C">
      <w:pPr>
        <w:pStyle w:val="ListParagraph"/>
        <w:numPr>
          <w:ilvl w:val="1"/>
          <w:numId w:val="2"/>
        </w:numPr>
      </w:pPr>
      <w:r>
        <w:t>John Ruskin (1819-1900) – criticized industrialization – cities “little more than laboratories for distillation into the heavens of venomous smokes and smells”</w:t>
      </w:r>
    </w:p>
    <w:p w:rsidR="002134F6" w:rsidRDefault="002134F6" w:rsidP="009E172C">
      <w:pPr>
        <w:pStyle w:val="ListParagraph"/>
        <w:numPr>
          <w:ilvl w:val="1"/>
          <w:numId w:val="2"/>
        </w:num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315pt;margin-top:5.65pt;width:9pt;height:36pt;z-index:251658240"/>
        </w:pict>
      </w:r>
      <w:r>
        <w:t>Ralph Waldo Emerson (1840’s) – transcendentalism</w:t>
      </w:r>
    </w:p>
    <w:p w:rsidR="002134F6" w:rsidRDefault="002134F6" w:rsidP="009E172C">
      <w:pPr>
        <w:pStyle w:val="ListParagraph"/>
        <w:numPr>
          <w:ilvl w:val="1"/>
          <w:numId w:val="2"/>
        </w:numPr>
      </w:pPr>
      <w:r>
        <w:t>Henry David Thoreau (1840’s) – transcendentalism</w:t>
      </w:r>
      <w:r>
        <w:tab/>
      </w:r>
      <w:r>
        <w:tab/>
        <w:t>“nature divine”</w:t>
      </w:r>
    </w:p>
    <w:p w:rsidR="002134F6" w:rsidRDefault="002134F6" w:rsidP="009E172C">
      <w:pPr>
        <w:pStyle w:val="ListParagraph"/>
        <w:numPr>
          <w:ilvl w:val="1"/>
          <w:numId w:val="2"/>
        </w:numPr>
      </w:pPr>
      <w:r>
        <w:t>Walt Whitman (1840’s) – transcendentalism</w:t>
      </w:r>
    </w:p>
    <w:p w:rsidR="002134F6" w:rsidRDefault="002134F6" w:rsidP="009E172C">
      <w:pPr>
        <w:pStyle w:val="ListParagraph"/>
        <w:numPr>
          <w:ilvl w:val="1"/>
          <w:numId w:val="2"/>
        </w:numPr>
      </w:pPr>
      <w:r>
        <w:t>John Muir (1838-1914) – advocate for preservation of wilderness (preservation ethic)</w:t>
      </w:r>
    </w:p>
    <w:p w:rsidR="002134F6" w:rsidRDefault="002134F6" w:rsidP="009E172C">
      <w:pPr>
        <w:pStyle w:val="ListParagraph"/>
        <w:numPr>
          <w:ilvl w:val="1"/>
          <w:numId w:val="2"/>
        </w:numPr>
      </w:pPr>
      <w:r>
        <w:t>Gifford Pinchot (1865-1946) –  responsibility to manage land wisely (conservation ethic)</w:t>
      </w:r>
    </w:p>
    <w:p w:rsidR="002134F6" w:rsidRDefault="002134F6" w:rsidP="009E172C">
      <w:pPr>
        <w:pStyle w:val="ListParagraph"/>
        <w:numPr>
          <w:ilvl w:val="1"/>
          <w:numId w:val="2"/>
        </w:numPr>
      </w:pPr>
      <w:r>
        <w:t>Aldo Leopold – (1887-1949) – Land ethic – view yourself as part of the land</w:t>
      </w:r>
    </w:p>
    <w:p w:rsidR="002134F6" w:rsidRDefault="002134F6" w:rsidP="00D07D7A">
      <w:pPr>
        <w:pStyle w:val="ListParagraph"/>
        <w:numPr>
          <w:ilvl w:val="2"/>
          <w:numId w:val="2"/>
        </w:numPr>
      </w:pPr>
      <w:r>
        <w:t>Is there such a thing as “good” and “bad” species? Or do they all have a role in the ecosystem?</w:t>
      </w:r>
    </w:p>
    <w:p w:rsidR="002134F6" w:rsidRDefault="002134F6" w:rsidP="000A7216">
      <w:pPr>
        <w:pStyle w:val="ListParagraph"/>
        <w:ind w:left="2160"/>
      </w:pPr>
    </w:p>
    <w:p w:rsidR="002134F6" w:rsidRDefault="002134F6" w:rsidP="002C2E06">
      <w:pPr>
        <w:pStyle w:val="ListParagraph"/>
        <w:numPr>
          <w:ilvl w:val="0"/>
          <w:numId w:val="2"/>
        </w:numPr>
      </w:pPr>
      <w:r>
        <w:t>Preservation vs. Conservation p33</w:t>
      </w:r>
    </w:p>
    <w:p w:rsidR="002134F6" w:rsidRDefault="002134F6" w:rsidP="00F86D34">
      <w:pPr>
        <w:pStyle w:val="ListParagraph"/>
        <w:numPr>
          <w:ilvl w:val="1"/>
          <w:numId w:val="2"/>
        </w:numPr>
      </w:pPr>
      <w:r>
        <w:t>Preservation = protect natural environment in a pristine, unaltered state</w:t>
      </w:r>
    </w:p>
    <w:p w:rsidR="002134F6" w:rsidRDefault="002134F6" w:rsidP="00F86D34">
      <w:pPr>
        <w:pStyle w:val="ListParagraph"/>
        <w:numPr>
          <w:ilvl w:val="2"/>
          <w:numId w:val="2"/>
        </w:numPr>
      </w:pPr>
      <w:r>
        <w:t>Nature has it’s own value, save it for it’s own sake</w:t>
      </w:r>
    </w:p>
    <w:p w:rsidR="002134F6" w:rsidRDefault="002134F6" w:rsidP="00F86D34">
      <w:pPr>
        <w:pStyle w:val="ListParagraph"/>
        <w:numPr>
          <w:ilvl w:val="1"/>
          <w:numId w:val="2"/>
        </w:numPr>
      </w:pPr>
      <w:r>
        <w:t>Conservation = use natural resources, but responsible for using them wisely</w:t>
      </w:r>
    </w:p>
    <w:p w:rsidR="002134F6" w:rsidRDefault="002134F6" w:rsidP="00F86D34">
      <w:pPr>
        <w:pStyle w:val="ListParagraph"/>
        <w:numPr>
          <w:ilvl w:val="2"/>
          <w:numId w:val="2"/>
        </w:numPr>
      </w:pPr>
      <w:r>
        <w:t>Use resources to give greatest good to largest # of people for longest amount of time (now and for future generations)</w:t>
      </w:r>
    </w:p>
    <w:p w:rsidR="002134F6" w:rsidRDefault="002134F6" w:rsidP="000A7216">
      <w:pPr>
        <w:pStyle w:val="ListParagraph"/>
        <w:numPr>
          <w:ilvl w:val="1"/>
          <w:numId w:val="2"/>
        </w:numPr>
      </w:pPr>
      <w:r>
        <w:t>Where do you stand?</w:t>
      </w:r>
    </w:p>
    <w:p w:rsidR="002134F6" w:rsidRDefault="002134F6" w:rsidP="00EC46D7">
      <w:pPr>
        <w:pStyle w:val="ListParagraph"/>
        <w:numPr>
          <w:ilvl w:val="2"/>
          <w:numId w:val="2"/>
        </w:numPr>
      </w:pPr>
      <w:r>
        <w:t xml:space="preserve">100 acre old growth forest near our town.   It is a public area and people use it to hike, walk, etc.  A lumber company comes to town and advertises that they will give everyone in town $500 each if they can cut 50 acres of the forest.  It will be put to a vote.  Where do you stand?  What if it was less $$$, or more $$$?  </w:t>
      </w:r>
    </w:p>
    <w:p w:rsidR="002134F6" w:rsidRDefault="002134F6" w:rsidP="00F86D34">
      <w:pPr>
        <w:pStyle w:val="ListParagraph"/>
        <w:numPr>
          <w:ilvl w:val="2"/>
          <w:numId w:val="2"/>
        </w:numPr>
      </w:pPr>
      <w:r>
        <w:t>We have a huge lake – should we keep it as it is, or commercially fish it to feed people?  Would this change if we had plenty of food, or not enough?</w:t>
      </w:r>
    </w:p>
    <w:p w:rsidR="002134F6" w:rsidRDefault="002134F6" w:rsidP="000A7216">
      <w:pPr>
        <w:pStyle w:val="ListParagraph"/>
        <w:ind w:left="2160"/>
      </w:pPr>
    </w:p>
    <w:p w:rsidR="002134F6" w:rsidRDefault="002134F6" w:rsidP="002C2E06">
      <w:pPr>
        <w:pStyle w:val="ListParagraph"/>
        <w:numPr>
          <w:ilvl w:val="0"/>
          <w:numId w:val="2"/>
        </w:numPr>
      </w:pPr>
      <w:r>
        <w:t>Environmental Services p 40</w:t>
      </w:r>
    </w:p>
    <w:p w:rsidR="002134F6" w:rsidRDefault="002134F6" w:rsidP="00B84D7E">
      <w:pPr>
        <w:pStyle w:val="ListParagraph"/>
        <w:numPr>
          <w:ilvl w:val="1"/>
          <w:numId w:val="2"/>
        </w:numPr>
      </w:pPr>
      <w:r>
        <w:t>Water cycle, pollination, nutrient cycling, recreation</w:t>
      </w:r>
    </w:p>
    <w:p w:rsidR="002134F6" w:rsidRDefault="002134F6" w:rsidP="002C2E06">
      <w:pPr>
        <w:pStyle w:val="ListParagraph"/>
        <w:numPr>
          <w:ilvl w:val="0"/>
          <w:numId w:val="2"/>
        </w:numPr>
      </w:pPr>
      <w:r>
        <w:t>External costs of goods p 42</w:t>
      </w:r>
    </w:p>
    <w:p w:rsidR="002134F6" w:rsidRDefault="002134F6" w:rsidP="00B84D7E">
      <w:pPr>
        <w:pStyle w:val="ListParagraph"/>
        <w:numPr>
          <w:ilvl w:val="1"/>
          <w:numId w:val="2"/>
        </w:numPr>
      </w:pPr>
      <w:r>
        <w:t>Something we think about?</w:t>
      </w:r>
    </w:p>
    <w:p w:rsidR="002134F6" w:rsidRDefault="002134F6" w:rsidP="00B84D7E">
      <w:pPr>
        <w:pStyle w:val="ListParagraph"/>
      </w:pPr>
    </w:p>
    <w:p w:rsidR="002134F6" w:rsidRDefault="002134F6" w:rsidP="002C2E06">
      <w:pPr>
        <w:pStyle w:val="ListParagraph"/>
        <w:numPr>
          <w:ilvl w:val="0"/>
          <w:numId w:val="2"/>
        </w:numPr>
      </w:pPr>
      <w:r>
        <w:t>GDP – Gross Domestic Product – total monetary value of final goods and services produced by an economy</w:t>
      </w:r>
    </w:p>
    <w:p w:rsidR="002134F6" w:rsidRDefault="002134F6" w:rsidP="000A7216">
      <w:pPr>
        <w:pStyle w:val="ListParagraph"/>
        <w:numPr>
          <w:ilvl w:val="1"/>
          <w:numId w:val="2"/>
        </w:numPr>
      </w:pPr>
      <w:r>
        <w:t>Doesn’t necessarily measure desirable economic growth</w:t>
      </w:r>
    </w:p>
    <w:p w:rsidR="002134F6" w:rsidRDefault="002134F6" w:rsidP="000A7216">
      <w:pPr>
        <w:pStyle w:val="ListParagraph"/>
        <w:numPr>
          <w:ilvl w:val="1"/>
          <w:numId w:val="2"/>
        </w:numPr>
      </w:pPr>
      <w:r>
        <w:t>Oil spill – costs of clean up will increase the GDP (clean up supplies, hospitals, etc)</w:t>
      </w:r>
    </w:p>
    <w:p w:rsidR="002134F6" w:rsidRDefault="002134F6" w:rsidP="00707C8D">
      <w:pPr>
        <w:pStyle w:val="ListParagraph"/>
        <w:ind w:left="0"/>
      </w:pPr>
    </w:p>
    <w:p w:rsidR="002134F6" w:rsidRDefault="002134F6" w:rsidP="002C2E06">
      <w:pPr>
        <w:pStyle w:val="ListParagraph"/>
        <w:numPr>
          <w:ilvl w:val="0"/>
          <w:numId w:val="2"/>
        </w:numPr>
      </w:pPr>
      <w:r>
        <w:t>GPI – Genuine Progress Indicator p 46</w:t>
      </w:r>
    </w:p>
    <w:p w:rsidR="002134F6" w:rsidRDefault="002134F6" w:rsidP="00B84D7E">
      <w:pPr>
        <w:pStyle w:val="ListParagraph"/>
        <w:numPr>
          <w:ilvl w:val="1"/>
          <w:numId w:val="2"/>
        </w:numPr>
      </w:pPr>
      <w:r>
        <w:t>Addition of positive contributions not paid for with money (parenting, volunteering, etc), as well as negatives (pollution, crime etc)</w:t>
      </w:r>
    </w:p>
    <w:p w:rsidR="002134F6" w:rsidRDefault="002134F6" w:rsidP="00B84D7E">
      <w:pPr>
        <w:pStyle w:val="ListParagraph"/>
        <w:numPr>
          <w:ilvl w:val="1"/>
          <w:numId w:val="2"/>
        </w:numPr>
      </w:pPr>
      <w:r>
        <w:t>This can be then added/ subtracted to GDP</w:t>
      </w:r>
    </w:p>
    <w:p w:rsidR="002134F6" w:rsidRPr="00B84D7E" w:rsidRDefault="002134F6" w:rsidP="00B84D7E">
      <w:pPr>
        <w:pStyle w:val="ListParagraph"/>
      </w:pPr>
    </w:p>
    <w:p w:rsidR="002134F6" w:rsidRDefault="002134F6" w:rsidP="002C2E06">
      <w:pPr>
        <w:pStyle w:val="ListParagraph"/>
        <w:numPr>
          <w:ilvl w:val="0"/>
          <w:numId w:val="2"/>
        </w:numPr>
      </w:pPr>
      <w:r w:rsidRPr="000A7216">
        <w:rPr>
          <w:u w:val="single"/>
        </w:rPr>
        <w:t>Ecolabeling</w:t>
      </w:r>
      <w:r>
        <w:t xml:space="preserve"> – products designate on their labels the processes used to produce their goods (usually in an environmentally friendly manner)</w:t>
      </w:r>
    </w:p>
    <w:p w:rsidR="002134F6" w:rsidRDefault="002134F6" w:rsidP="002C2E06">
      <w:pPr>
        <w:pStyle w:val="ListParagraph"/>
        <w:numPr>
          <w:ilvl w:val="0"/>
          <w:numId w:val="2"/>
        </w:numPr>
      </w:pPr>
      <w:r>
        <w:t xml:space="preserve">Pg </w:t>
      </w:r>
      <w:smartTag w:uri="urn:schemas-microsoft-com:office:smarttags" w:element="Street">
        <w:r>
          <w:t>54 - #6</w:t>
        </w:r>
      </w:smartTag>
      <w:r>
        <w:t xml:space="preserve"> “Think It Through”</w:t>
      </w:r>
    </w:p>
    <w:p w:rsidR="002134F6" w:rsidRDefault="002134F6" w:rsidP="002C2E06">
      <w:pPr>
        <w:pStyle w:val="ListParagraph"/>
        <w:numPr>
          <w:ilvl w:val="0"/>
          <w:numId w:val="2"/>
        </w:numPr>
      </w:pPr>
    </w:p>
    <w:p w:rsidR="002134F6" w:rsidRDefault="002134F6" w:rsidP="002C2E06">
      <w:pPr>
        <w:pStyle w:val="ListParagraph"/>
        <w:numPr>
          <w:ilvl w:val="0"/>
          <w:numId w:val="2"/>
        </w:numPr>
      </w:pPr>
    </w:p>
    <w:sectPr w:rsidR="002134F6" w:rsidSect="000765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A4509"/>
    <w:multiLevelType w:val="hybridMultilevel"/>
    <w:tmpl w:val="410AA6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216994"/>
    <w:multiLevelType w:val="hybridMultilevel"/>
    <w:tmpl w:val="486CA8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CDA"/>
    <w:rsid w:val="00076551"/>
    <w:rsid w:val="000A7216"/>
    <w:rsid w:val="002134F6"/>
    <w:rsid w:val="00271422"/>
    <w:rsid w:val="002C2E06"/>
    <w:rsid w:val="00332640"/>
    <w:rsid w:val="003A2B6E"/>
    <w:rsid w:val="0044541C"/>
    <w:rsid w:val="00493983"/>
    <w:rsid w:val="004A640F"/>
    <w:rsid w:val="004D7D0A"/>
    <w:rsid w:val="005D421D"/>
    <w:rsid w:val="007030EE"/>
    <w:rsid w:val="00707C8D"/>
    <w:rsid w:val="00796776"/>
    <w:rsid w:val="00873145"/>
    <w:rsid w:val="009B6608"/>
    <w:rsid w:val="009E172C"/>
    <w:rsid w:val="00AB226E"/>
    <w:rsid w:val="00B20751"/>
    <w:rsid w:val="00B84D7E"/>
    <w:rsid w:val="00BF1CDA"/>
    <w:rsid w:val="00D07D7A"/>
    <w:rsid w:val="00DB28FC"/>
    <w:rsid w:val="00DB62E8"/>
    <w:rsid w:val="00DE5E7D"/>
    <w:rsid w:val="00E178C1"/>
    <w:rsid w:val="00E376A1"/>
    <w:rsid w:val="00EB7938"/>
    <w:rsid w:val="00EC1074"/>
    <w:rsid w:val="00EC46D7"/>
    <w:rsid w:val="00EC5069"/>
    <w:rsid w:val="00EC5FAC"/>
    <w:rsid w:val="00ED4435"/>
    <w:rsid w:val="00EE661E"/>
    <w:rsid w:val="00F86D34"/>
    <w:rsid w:val="00F943F5"/>
    <w:rsid w:val="00FF064C"/>
    <w:rsid w:val="00FF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0E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1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753</Words>
  <Characters>4298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– Discussion points</dc:title>
  <dc:subject/>
  <dc:creator>David</dc:creator>
  <cp:keywords/>
  <dc:description/>
  <cp:lastModifiedBy>SASD</cp:lastModifiedBy>
  <cp:revision>6</cp:revision>
  <cp:lastPrinted>2011-09-22T14:24:00Z</cp:lastPrinted>
  <dcterms:created xsi:type="dcterms:W3CDTF">2010-09-15T10:54:00Z</dcterms:created>
  <dcterms:modified xsi:type="dcterms:W3CDTF">2011-09-26T14:07:00Z</dcterms:modified>
</cp:coreProperties>
</file>